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3D4A8">
    <v:background id="_x0000_s1025" o:bwmode="white" fillcolor="#03d4a8" o:targetscreensize="1024,768">
      <v:fill color2="#005cbf" colors="0 #03d4a8;.25 #21d6e0;.75 #0087e6;1 #005cbf" method="none" type="gradient"/>
    </v:background>
  </w:background>
  <w:body>
    <w:p w:rsidR="00455208" w:rsidRPr="00A83DC2" w:rsidRDefault="0068051E" w:rsidP="0068051E">
      <w:pPr>
        <w:jc w:val="center"/>
        <w:rPr>
          <w:rFonts w:ascii="Georgia" w:hAnsi="Georgia"/>
          <w:color w:val="FFFFFF" w:themeColor="background1"/>
          <w:sz w:val="56"/>
          <w:szCs w:val="56"/>
          <w:u w:val="single"/>
        </w:rPr>
      </w:pPr>
      <w:r w:rsidRPr="00A83DC2">
        <w:rPr>
          <w:rFonts w:ascii="Georgia" w:hAnsi="Georgia"/>
          <w:color w:val="FFFFFF" w:themeColor="background1"/>
          <w:sz w:val="56"/>
          <w:szCs w:val="56"/>
          <w:u w:val="single"/>
        </w:rPr>
        <w:t>Circus Workshop Recount</w:t>
      </w:r>
    </w:p>
    <w:p w:rsidR="0068051E" w:rsidRPr="00A83DC2" w:rsidRDefault="0068051E"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As Room10 got the closer to the hall the more excitement rose. </w:t>
      </w:r>
      <w:r w:rsidR="00134622" w:rsidRPr="00A83DC2">
        <w:rPr>
          <w:rFonts w:ascii="Georgia" w:hAnsi="Georgia"/>
          <w:color w:val="FFFFFF" w:themeColor="background1"/>
          <w:sz w:val="24"/>
          <w:szCs w:val="24"/>
        </w:rPr>
        <w:t xml:space="preserve">Room12 passed us with their head held high, beaming with pride, like if they knew something that we didn’t. </w:t>
      </w:r>
      <w:r w:rsidRPr="00A83DC2">
        <w:rPr>
          <w:rFonts w:ascii="Georgia" w:hAnsi="Georgia"/>
          <w:color w:val="FFFFFF" w:themeColor="background1"/>
          <w:sz w:val="24"/>
          <w:szCs w:val="24"/>
        </w:rPr>
        <w:t>We practically couldn’t take it any longer when we saw George and Lil.</w:t>
      </w:r>
      <w:r w:rsidR="001760CF" w:rsidRPr="00A83DC2">
        <w:rPr>
          <w:rFonts w:ascii="Georgia" w:hAnsi="Georgia"/>
          <w:color w:val="FFFFFF" w:themeColor="background1"/>
          <w:sz w:val="24"/>
          <w:szCs w:val="24"/>
        </w:rPr>
        <w:t xml:space="preserve"> They were going to teach us amazing circus tricks.</w:t>
      </w:r>
    </w:p>
    <w:p w:rsidR="0068051E" w:rsidRPr="00A83DC2" w:rsidRDefault="0068051E"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George was a funny man with carrot coloured hair and moustache and a warm smile. Lil had pretty, curled hair and kind lights twinkling in her eyes. </w:t>
      </w:r>
    </w:p>
    <w:p w:rsidR="0068051E"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They smiled</w:t>
      </w:r>
      <w:r w:rsidR="0068051E" w:rsidRPr="00A83DC2">
        <w:rPr>
          <w:rFonts w:ascii="Georgia" w:hAnsi="Georgia"/>
          <w:color w:val="FFFFFF" w:themeColor="background1"/>
          <w:sz w:val="24"/>
          <w:szCs w:val="24"/>
        </w:rPr>
        <w:t xml:space="preserve"> and soon we were starting some warm-ups. </w:t>
      </w:r>
    </w:p>
    <w:p w:rsidR="0068051E" w:rsidRPr="00A83DC2" w:rsidRDefault="0068051E" w:rsidP="0068051E">
      <w:pPr>
        <w:rPr>
          <w:rFonts w:ascii="Georgia" w:hAnsi="Georgia"/>
          <w:color w:val="FFFFFF" w:themeColor="background1"/>
          <w:sz w:val="24"/>
          <w:szCs w:val="24"/>
        </w:rPr>
      </w:pPr>
      <w:r w:rsidRPr="00A83DC2">
        <w:rPr>
          <w:rFonts w:ascii="Georgia" w:hAnsi="Georgia"/>
          <w:color w:val="FFFFFF" w:themeColor="background1"/>
          <w:sz w:val="24"/>
          <w:szCs w:val="24"/>
        </w:rPr>
        <w:t>Lil lead us by doing poses like ‘Happy cat’ and ‘Angry cat’. We watched by great happiness and copied obediently. After some more warm-ups we were separated into two groups. Group 1 went with George and group 2 went with Lil. I was in group 2.</w:t>
      </w:r>
    </w:p>
    <w:p w:rsidR="00E27F95" w:rsidRPr="00A83DC2" w:rsidRDefault="0068051E"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Our group first tried doing a ‘V’, holding hands with a partner and leaning back. Then we levelled up by </w:t>
      </w:r>
      <w:r w:rsidR="00E27F95" w:rsidRPr="00A83DC2">
        <w:rPr>
          <w:rFonts w:ascii="Georgia" w:hAnsi="Georgia"/>
          <w:color w:val="FFFFFF" w:themeColor="background1"/>
          <w:sz w:val="24"/>
          <w:szCs w:val="24"/>
        </w:rPr>
        <w:t xml:space="preserve">trying to sit down while doing it. My partner was Maria. We </w:t>
      </w:r>
      <w:bookmarkStart w:id="0" w:name="_GoBack"/>
      <w:bookmarkEnd w:id="0"/>
      <w:r w:rsidR="00E27F95" w:rsidRPr="00A83DC2">
        <w:rPr>
          <w:rFonts w:ascii="Georgia" w:hAnsi="Georgia"/>
          <w:color w:val="FFFFFF" w:themeColor="background1"/>
          <w:sz w:val="24"/>
          <w:szCs w:val="24"/>
        </w:rPr>
        <w:t>found it quite easy since we did it in PE. Then Lil showed us how to do ‘Bunk-bed’. It was quite hard being at the bottom but also extremely fun. After that we tried the fun one. One person will lay down with their hands beside their head. Another person stands on the legs while the bottom person puts up their legs. The top person sits on the bottom person’s legs and the bottom person makes their legs and arms straight, lifting the top person high in the air. It was really cool.</w:t>
      </w:r>
    </w:p>
    <w:p w:rsidR="00E27F95" w:rsidRPr="00A83DC2" w:rsidRDefault="00E27F95"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Next we did miming with George. Pretending to slide and float across an invisible wall was really hard. I couldn’t do it at all. Then we tried doing slapsticks but this was really hard too. George’s acting was really funny that we laughed all over. I tried doing slapstick with Maria again and again but neither of us got the hang of it. </w:t>
      </w:r>
    </w:p>
    <w:p w:rsidR="00E27F95" w:rsidRPr="00A83DC2" w:rsidRDefault="00E27F95" w:rsidP="0068051E">
      <w:pPr>
        <w:rPr>
          <w:rFonts w:ascii="Georgia" w:hAnsi="Georgia"/>
          <w:color w:val="FFFFFF" w:themeColor="background1"/>
          <w:sz w:val="24"/>
          <w:szCs w:val="24"/>
        </w:rPr>
      </w:pPr>
      <w:r w:rsidRPr="00A83DC2">
        <w:rPr>
          <w:rFonts w:ascii="Georgia" w:hAnsi="Georgia"/>
          <w:color w:val="FFFFFF" w:themeColor="background1"/>
          <w:sz w:val="24"/>
          <w:szCs w:val="24"/>
        </w:rPr>
        <w:t>After we said goodbye to George and Lil, we watched George &amp; Lil’s Circus Performance. We watched it with the whole school.</w:t>
      </w:r>
    </w:p>
    <w:p w:rsidR="001760CF"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George had a white shirt, black pants and a cool tie. Lil had a bright yellow shirt, purple leggings and she stood out a lot.</w:t>
      </w:r>
    </w:p>
    <w:p w:rsidR="00062882" w:rsidRPr="00A83DC2" w:rsidRDefault="00E27F95" w:rsidP="0068051E">
      <w:pPr>
        <w:rPr>
          <w:rFonts w:ascii="Georgia" w:hAnsi="Georgia"/>
          <w:color w:val="FFFFFF" w:themeColor="background1"/>
          <w:sz w:val="24"/>
          <w:szCs w:val="24"/>
        </w:rPr>
      </w:pPr>
      <w:r w:rsidRPr="00A83DC2">
        <w:rPr>
          <w:rFonts w:ascii="Georgia" w:hAnsi="Georgia"/>
          <w:color w:val="FFFFFF" w:themeColor="background1"/>
          <w:sz w:val="24"/>
          <w:szCs w:val="24"/>
        </w:rPr>
        <w:t>First George and Lil bowed and curtsied. Then they began leaping over each other and balancing on each other.</w:t>
      </w:r>
      <w:r w:rsidR="007B47E1" w:rsidRPr="00A83DC2">
        <w:rPr>
          <w:rFonts w:ascii="Georgia" w:hAnsi="Georgia"/>
          <w:color w:val="FFFFFF" w:themeColor="background1"/>
          <w:sz w:val="24"/>
          <w:szCs w:val="24"/>
        </w:rPr>
        <w:t xml:space="preserve"> Sometimes, George will pretend he made a mistake and Lil will look really panicky.</w:t>
      </w:r>
      <w:r w:rsidR="00062882" w:rsidRPr="00A83DC2">
        <w:rPr>
          <w:rFonts w:ascii="Georgia" w:hAnsi="Georgia"/>
          <w:color w:val="FFFFFF" w:themeColor="background1"/>
          <w:sz w:val="24"/>
          <w:szCs w:val="24"/>
        </w:rPr>
        <w:t xml:space="preserve"> We laughed when we saw George’s funny expression</w:t>
      </w:r>
      <w:r w:rsidR="001760CF" w:rsidRPr="00A83DC2">
        <w:rPr>
          <w:rFonts w:ascii="Georgia" w:hAnsi="Georgia"/>
          <w:color w:val="FFFFFF" w:themeColor="background1"/>
          <w:sz w:val="24"/>
          <w:szCs w:val="24"/>
        </w:rPr>
        <w:t>s</w:t>
      </w:r>
      <w:r w:rsidR="00062882" w:rsidRPr="00A83DC2">
        <w:rPr>
          <w:rFonts w:ascii="Georgia" w:hAnsi="Georgia"/>
          <w:color w:val="FFFFFF" w:themeColor="background1"/>
          <w:sz w:val="24"/>
          <w:szCs w:val="24"/>
        </w:rPr>
        <w:t>.</w:t>
      </w:r>
    </w:p>
    <w:p w:rsidR="00062882" w:rsidRPr="00A83DC2" w:rsidRDefault="00062882" w:rsidP="0068051E">
      <w:pPr>
        <w:rPr>
          <w:rFonts w:ascii="Georgia" w:hAnsi="Georgia"/>
          <w:color w:val="FFFFFF" w:themeColor="background1"/>
          <w:sz w:val="24"/>
          <w:szCs w:val="24"/>
        </w:rPr>
      </w:pPr>
      <w:r w:rsidRPr="00A83DC2">
        <w:rPr>
          <w:rFonts w:ascii="Georgia" w:hAnsi="Georgia"/>
          <w:color w:val="FFFFFF" w:themeColor="background1"/>
          <w:sz w:val="24"/>
          <w:szCs w:val="24"/>
        </w:rPr>
        <w:t>Then we watched Lil’s Ariel performance. She flipped and twirled on the hoop hanging from the ceiling. She was really good; no wonder why everyone was saying “Whoa” and “</w:t>
      </w:r>
      <w:proofErr w:type="spellStart"/>
      <w:r w:rsidRPr="00A83DC2">
        <w:rPr>
          <w:rFonts w:ascii="Georgia" w:hAnsi="Georgia"/>
          <w:color w:val="FFFFFF" w:themeColor="background1"/>
          <w:sz w:val="24"/>
          <w:szCs w:val="24"/>
        </w:rPr>
        <w:t>Aah</w:t>
      </w:r>
      <w:proofErr w:type="spellEnd"/>
      <w:r w:rsidRPr="00A83DC2">
        <w:rPr>
          <w:rFonts w:ascii="Georgia" w:hAnsi="Georgia"/>
          <w:color w:val="FFFFFF" w:themeColor="background1"/>
          <w:sz w:val="24"/>
          <w:szCs w:val="24"/>
        </w:rPr>
        <w:t>”.</w:t>
      </w:r>
    </w:p>
    <w:p w:rsidR="00E27F95" w:rsidRPr="00A83DC2" w:rsidRDefault="00E27F95"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 </w:t>
      </w:r>
      <w:r w:rsidR="00062882" w:rsidRPr="00A83DC2">
        <w:rPr>
          <w:rFonts w:ascii="Georgia" w:hAnsi="Georgia"/>
          <w:color w:val="FFFFFF" w:themeColor="background1"/>
          <w:sz w:val="24"/>
          <w:szCs w:val="24"/>
        </w:rPr>
        <w:t>After that we watched George do his set of hat-and-cane tricks. George acted that he is trying h</w:t>
      </w:r>
      <w:r w:rsidR="002A5488" w:rsidRPr="00A83DC2">
        <w:rPr>
          <w:rFonts w:ascii="Georgia" w:hAnsi="Georgia"/>
          <w:color w:val="FFFFFF" w:themeColor="background1"/>
          <w:sz w:val="24"/>
          <w:szCs w:val="24"/>
        </w:rPr>
        <w:t xml:space="preserve">ard to put his hat on his head but the first two times </w:t>
      </w:r>
      <w:r w:rsidR="009166AC" w:rsidRPr="00A83DC2">
        <w:rPr>
          <w:rFonts w:ascii="Georgia" w:hAnsi="Georgia"/>
          <w:color w:val="FFFFFF" w:themeColor="background1"/>
          <w:sz w:val="24"/>
          <w:szCs w:val="24"/>
        </w:rPr>
        <w:t xml:space="preserve">he accidentally puts his cane as well as his hat on. Then, on the third attempt, he acted that there was an </w:t>
      </w:r>
      <w:r w:rsidR="009166AC" w:rsidRPr="00A83DC2">
        <w:rPr>
          <w:rFonts w:ascii="Georgia" w:hAnsi="Georgia"/>
          <w:color w:val="FFFFFF" w:themeColor="background1"/>
          <w:sz w:val="24"/>
          <w:szCs w:val="24"/>
        </w:rPr>
        <w:lastRenderedPageBreak/>
        <w:t xml:space="preserve">invisible </w:t>
      </w:r>
      <w:proofErr w:type="spellStart"/>
      <w:r w:rsidR="009166AC" w:rsidRPr="00A83DC2">
        <w:rPr>
          <w:rFonts w:ascii="Georgia" w:hAnsi="Georgia"/>
          <w:color w:val="FFFFFF" w:themeColor="background1"/>
          <w:sz w:val="24"/>
          <w:szCs w:val="24"/>
        </w:rPr>
        <w:t>forcefield</w:t>
      </w:r>
      <w:proofErr w:type="spellEnd"/>
      <w:r w:rsidR="009166AC" w:rsidRPr="00A83DC2">
        <w:rPr>
          <w:rFonts w:ascii="Georgia" w:hAnsi="Georgia"/>
          <w:color w:val="FFFFFF" w:themeColor="background1"/>
          <w:sz w:val="24"/>
          <w:szCs w:val="24"/>
        </w:rPr>
        <w:t xml:space="preserve"> above his head. He pushed and pushed his hat down but couldn’t get it down on his head. Then at last it went down but all the way down his ears!</w:t>
      </w:r>
    </w:p>
    <w:p w:rsidR="009166AC" w:rsidRPr="00A83DC2" w:rsidRDefault="009166AC" w:rsidP="0068051E">
      <w:pPr>
        <w:rPr>
          <w:rFonts w:ascii="Georgia" w:hAnsi="Georgia"/>
          <w:color w:val="FFFFFF" w:themeColor="background1"/>
          <w:sz w:val="24"/>
          <w:szCs w:val="24"/>
        </w:rPr>
      </w:pPr>
      <w:r w:rsidRPr="00A83DC2">
        <w:rPr>
          <w:rFonts w:ascii="Georgia" w:hAnsi="Georgia"/>
          <w:color w:val="FFFFFF" w:themeColor="background1"/>
          <w:sz w:val="24"/>
          <w:szCs w:val="24"/>
        </w:rPr>
        <w:t>I thought it was really funny and it looked realistic because George showed lots of facial expressions.</w:t>
      </w:r>
    </w:p>
    <w:p w:rsidR="009166AC" w:rsidRPr="00A83DC2" w:rsidRDefault="009166AC" w:rsidP="0068051E">
      <w:pPr>
        <w:rPr>
          <w:rFonts w:ascii="Georgia" w:hAnsi="Georgia"/>
          <w:color w:val="FFFFFF" w:themeColor="background1"/>
          <w:sz w:val="24"/>
          <w:szCs w:val="24"/>
        </w:rPr>
      </w:pPr>
      <w:r w:rsidRPr="00A83DC2">
        <w:rPr>
          <w:rFonts w:ascii="Georgia" w:hAnsi="Georgia"/>
          <w:color w:val="FFFFFF" w:themeColor="background1"/>
          <w:sz w:val="24"/>
          <w:szCs w:val="24"/>
        </w:rPr>
        <w:t>Lastly, George said he will perform a magic trick. He asked Miss Blaire to be a volunteer. George and Lil stood at each end of the stage and Miss Blaire stood in the middle. George announced;</w:t>
      </w:r>
    </w:p>
    <w:p w:rsidR="009166AC" w:rsidRPr="00A83DC2" w:rsidRDefault="009166AC" w:rsidP="0068051E">
      <w:pPr>
        <w:rPr>
          <w:rFonts w:ascii="Georgia" w:hAnsi="Georgia"/>
          <w:color w:val="FFFFFF" w:themeColor="background1"/>
          <w:sz w:val="24"/>
          <w:szCs w:val="24"/>
        </w:rPr>
      </w:pPr>
      <w:r w:rsidRPr="00A83DC2">
        <w:rPr>
          <w:rFonts w:ascii="Georgia" w:hAnsi="Georgia"/>
          <w:color w:val="FFFFFF" w:themeColor="background1"/>
          <w:sz w:val="24"/>
          <w:szCs w:val="24"/>
        </w:rPr>
        <w:t xml:space="preserve">“I am going to </w:t>
      </w:r>
      <w:r w:rsidR="001760CF" w:rsidRPr="00A83DC2">
        <w:rPr>
          <w:rFonts w:ascii="Georgia" w:hAnsi="Georgia"/>
          <w:color w:val="FFFFFF" w:themeColor="background1"/>
          <w:sz w:val="24"/>
          <w:szCs w:val="24"/>
        </w:rPr>
        <w:t>throw this very sharp knife. It will go spinning and twirling across the stage and Lil will catch it before it gets to her nose. Now, this knife is really fast so you won’t be able to see it. Okay? Now...1...2...3!”</w:t>
      </w:r>
    </w:p>
    <w:p w:rsidR="001760CF"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George threw the knife (I’m not sure if he did though) and it was really fast. Lil caught it very speedily. We opened our eyes and mouth wide and clapped.</w:t>
      </w:r>
    </w:p>
    <w:p w:rsidR="001760CF"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George and Lil bowed and Lil danced gracefully off the stage. But George bumped straight into the wall. We laughed and laughed. George looked sad and grumpy but we could all see the twinkle in his eyes which meant he wanted to laugh too.</w:t>
      </w:r>
    </w:p>
    <w:p w:rsidR="001760CF"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I thought the workshop was very fun and cool. The performance was awesome and I wouldn’t definitely mind doing it again!!</w:t>
      </w:r>
    </w:p>
    <w:p w:rsidR="001760CF" w:rsidRPr="00A83DC2" w:rsidRDefault="001760CF" w:rsidP="0068051E">
      <w:pPr>
        <w:rPr>
          <w:rFonts w:ascii="Georgia" w:hAnsi="Georgia"/>
          <w:color w:val="FFFFFF" w:themeColor="background1"/>
          <w:sz w:val="24"/>
          <w:szCs w:val="24"/>
        </w:rPr>
      </w:pPr>
    </w:p>
    <w:p w:rsidR="001760CF" w:rsidRPr="00A83DC2" w:rsidRDefault="001760CF" w:rsidP="0068051E">
      <w:pPr>
        <w:rPr>
          <w:rFonts w:ascii="Georgia" w:hAnsi="Georgia"/>
          <w:color w:val="FFFFFF" w:themeColor="background1"/>
          <w:sz w:val="24"/>
          <w:szCs w:val="24"/>
        </w:rPr>
      </w:pPr>
      <w:r w:rsidRPr="00A83DC2">
        <w:rPr>
          <w:rFonts w:ascii="Georgia" w:hAnsi="Georgia"/>
          <w:color w:val="FFFFFF" w:themeColor="background1"/>
          <w:sz w:val="24"/>
          <w:szCs w:val="24"/>
        </w:rPr>
        <w:t>Honoka</w:t>
      </w:r>
    </w:p>
    <w:sectPr w:rsidR="001760CF" w:rsidRPr="00A83D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51E"/>
    <w:rsid w:val="00062882"/>
    <w:rsid w:val="00134622"/>
    <w:rsid w:val="001760CF"/>
    <w:rsid w:val="0029373A"/>
    <w:rsid w:val="002A5488"/>
    <w:rsid w:val="00455208"/>
    <w:rsid w:val="0068051E"/>
    <w:rsid w:val="007B47E1"/>
    <w:rsid w:val="009166AC"/>
    <w:rsid w:val="00A83DC2"/>
    <w:rsid w:val="00E27F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9C4B273F</Template>
  <TotalTime>60</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6</cp:revision>
  <dcterms:created xsi:type="dcterms:W3CDTF">2012-05-15T21:28:00Z</dcterms:created>
  <dcterms:modified xsi:type="dcterms:W3CDTF">2012-05-31T02:50:00Z</dcterms:modified>
</cp:coreProperties>
</file>